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FE" w:rsidRDefault="002C16FE" w:rsidP="00917EF7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Pr="00741177">
        <w:rPr>
          <w:sz w:val="28"/>
          <w:szCs w:val="28"/>
        </w:rPr>
        <w:t>ПРИЛОЖЕНИЕ  № 1</w:t>
      </w:r>
    </w:p>
    <w:p w:rsidR="002C16FE" w:rsidRDefault="002C16FE" w:rsidP="00453276">
      <w:pPr>
        <w:pStyle w:val="NormalWeb"/>
        <w:tabs>
          <w:tab w:val="left" w:pos="703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16FE" w:rsidRPr="002A670F" w:rsidRDefault="002C16FE" w:rsidP="00A001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2A670F">
        <w:rPr>
          <w:sz w:val="28"/>
          <w:szCs w:val="28"/>
        </w:rPr>
        <w:t>УТВЕРЖДЕН</w:t>
      </w:r>
    </w:p>
    <w:p w:rsidR="002C16FE" w:rsidRPr="002A670F" w:rsidRDefault="002C16FE" w:rsidP="00A001A8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2C16FE" w:rsidRDefault="002C16FE" w:rsidP="00A001A8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                                     </w:t>
      </w:r>
      <w:r w:rsidRPr="002A670F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</w:p>
    <w:p w:rsidR="002C16FE" w:rsidRDefault="002C16FE" w:rsidP="00A001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22.11.2017 № 370</w:t>
      </w:r>
    </w:p>
    <w:p w:rsidR="002C16FE" w:rsidRPr="00741177" w:rsidRDefault="002C16FE" w:rsidP="00944FDC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2C16FE" w:rsidRPr="00741177" w:rsidRDefault="002C16FE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2C16FE" w:rsidRDefault="002C16FE" w:rsidP="003B2760">
      <w:pPr>
        <w:jc w:val="center"/>
        <w:rPr>
          <w:color w:val="000000"/>
          <w:sz w:val="28"/>
          <w:szCs w:val="28"/>
        </w:rPr>
      </w:pPr>
      <w:r w:rsidRPr="003B2760">
        <w:rPr>
          <w:color w:val="000000"/>
          <w:sz w:val="28"/>
          <w:szCs w:val="28"/>
        </w:rPr>
        <w:t>ПОРЯД</w:t>
      </w:r>
      <w:r>
        <w:rPr>
          <w:color w:val="000000"/>
          <w:sz w:val="28"/>
          <w:szCs w:val="28"/>
        </w:rPr>
        <w:t>О</w:t>
      </w:r>
      <w:r w:rsidRPr="003B2760">
        <w:rPr>
          <w:color w:val="000000"/>
          <w:sz w:val="28"/>
          <w:szCs w:val="28"/>
        </w:rPr>
        <w:t>К</w:t>
      </w:r>
    </w:p>
    <w:p w:rsidR="002C16FE" w:rsidRDefault="002C16FE" w:rsidP="003B2760">
      <w:pPr>
        <w:jc w:val="center"/>
        <w:rPr>
          <w:color w:val="000000"/>
          <w:sz w:val="28"/>
          <w:szCs w:val="28"/>
        </w:rPr>
      </w:pPr>
      <w:r w:rsidRPr="003B2760">
        <w:rPr>
          <w:color w:val="000000"/>
          <w:sz w:val="28"/>
          <w:szCs w:val="28"/>
        </w:rPr>
        <w:t xml:space="preserve"> представления, рассмотрения и оценки предложений заинтересованных лиц</w:t>
      </w:r>
    </w:p>
    <w:p w:rsidR="002C16FE" w:rsidRDefault="002C16FE" w:rsidP="003B2760">
      <w:pPr>
        <w:jc w:val="center"/>
        <w:rPr>
          <w:color w:val="000000"/>
          <w:sz w:val="28"/>
          <w:szCs w:val="28"/>
        </w:rPr>
      </w:pPr>
      <w:r w:rsidRPr="003B2760">
        <w:rPr>
          <w:color w:val="000000"/>
          <w:sz w:val="28"/>
          <w:szCs w:val="28"/>
        </w:rPr>
        <w:t xml:space="preserve"> о включении дворовых территорий</w:t>
      </w:r>
      <w:r>
        <w:rPr>
          <w:color w:val="000000"/>
          <w:sz w:val="28"/>
          <w:szCs w:val="28"/>
        </w:rPr>
        <w:t xml:space="preserve"> </w:t>
      </w:r>
      <w:r w:rsidRPr="003B2760">
        <w:rPr>
          <w:color w:val="000000"/>
          <w:sz w:val="28"/>
          <w:szCs w:val="28"/>
        </w:rPr>
        <w:t xml:space="preserve"> в муниципальную программу</w:t>
      </w:r>
    </w:p>
    <w:p w:rsidR="002C16FE" w:rsidRDefault="002C16FE" w:rsidP="003B276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 </w:t>
      </w:r>
    </w:p>
    <w:p w:rsidR="002C16FE" w:rsidRPr="003B2760" w:rsidRDefault="002C16FE" w:rsidP="003B2760">
      <w:pPr>
        <w:jc w:val="center"/>
        <w:rPr>
          <w:color w:val="000000"/>
          <w:sz w:val="28"/>
          <w:szCs w:val="28"/>
        </w:rPr>
      </w:pPr>
      <w:r w:rsidRPr="003B2760">
        <w:rPr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2C16FE" w:rsidRPr="003B2760" w:rsidRDefault="002C16FE" w:rsidP="003B2760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C16FE" w:rsidRDefault="002C16FE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color w:val="000000"/>
          <w:sz w:val="28"/>
          <w:szCs w:val="28"/>
        </w:rPr>
      </w:pPr>
      <w:r w:rsidRPr="00AA7E97">
        <w:rPr>
          <w:color w:val="000000"/>
          <w:sz w:val="28"/>
          <w:szCs w:val="28"/>
        </w:rPr>
        <w:t>Настоящий Порядок разработан в целях формирования муниципальной программы</w:t>
      </w:r>
      <w:r>
        <w:rPr>
          <w:color w:val="000000"/>
          <w:sz w:val="28"/>
          <w:szCs w:val="28"/>
        </w:rPr>
        <w:t xml:space="preserve"> 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«Ф</w:t>
      </w:r>
      <w:r w:rsidRPr="00AA7E97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>е</w:t>
      </w:r>
      <w:r w:rsidRPr="00AA7E97">
        <w:rPr>
          <w:color w:val="000000"/>
          <w:sz w:val="28"/>
          <w:szCs w:val="28"/>
        </w:rPr>
        <w:t xml:space="preserve"> современной городской среды</w:t>
      </w:r>
      <w:r>
        <w:rPr>
          <w:color w:val="000000"/>
          <w:sz w:val="28"/>
          <w:szCs w:val="28"/>
        </w:rPr>
        <w:t>»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AA7E97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18-2022</w:t>
      </w:r>
      <w:r w:rsidRPr="00AA7E9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</w:t>
      </w:r>
      <w:r w:rsidRPr="00AA7E97">
        <w:rPr>
          <w:color w:val="000000"/>
          <w:sz w:val="28"/>
          <w:szCs w:val="28"/>
        </w:rPr>
        <w:t xml:space="preserve"> (далее –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программу, условия и порядок отбора дворовых территорий многоквартирных домов, подлежащих благоустройству, для включения в муниципальную программу. </w:t>
      </w:r>
    </w:p>
    <w:p w:rsidR="002C16FE" w:rsidRPr="003B66FE" w:rsidRDefault="002C16FE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sz w:val="28"/>
          <w:szCs w:val="28"/>
        </w:rPr>
      </w:pPr>
      <w:r w:rsidRPr="003B66FE">
        <w:rPr>
          <w:sz w:val="28"/>
          <w:szCs w:val="28"/>
        </w:rPr>
        <w:t xml:space="preserve">Адресный перечень дворовых территорий многоквартирных домов, расположенных на территории </w:t>
      </w:r>
      <w:r>
        <w:rPr>
          <w:sz w:val="28"/>
          <w:szCs w:val="28"/>
        </w:rPr>
        <w:t>станицы Стародеревянковской</w:t>
      </w:r>
      <w:r w:rsidRPr="003B66FE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3B66FE">
        <w:rPr>
          <w:sz w:val="28"/>
          <w:szCs w:val="28"/>
        </w:rPr>
        <w:t xml:space="preserve"> котор</w:t>
      </w:r>
      <w:r>
        <w:rPr>
          <w:sz w:val="28"/>
          <w:szCs w:val="28"/>
        </w:rPr>
        <w:t>ых</w:t>
      </w:r>
      <w:r w:rsidRPr="003B66FE">
        <w:rPr>
          <w:sz w:val="28"/>
          <w:szCs w:val="28"/>
        </w:rPr>
        <w:t xml:space="preserve"> планируется благоустройство, формируется отдельно на каждый год из числа многоквартирных домов, дворовые территории которых нуждаются в благоустройстве в рамках реализации муниципальной программы </w:t>
      </w: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«Ф</w:t>
      </w:r>
      <w:r w:rsidRPr="00AA7E97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>е</w:t>
      </w:r>
      <w:r w:rsidRPr="00AA7E97">
        <w:rPr>
          <w:color w:val="000000"/>
          <w:sz w:val="28"/>
          <w:szCs w:val="28"/>
        </w:rPr>
        <w:t xml:space="preserve"> современной городской среды</w:t>
      </w:r>
      <w:r>
        <w:rPr>
          <w:color w:val="000000"/>
          <w:sz w:val="28"/>
          <w:szCs w:val="28"/>
        </w:rPr>
        <w:t>»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AA7E97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18-2022</w:t>
      </w:r>
      <w:r w:rsidRPr="00AA7E9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ы.</w:t>
      </w:r>
    </w:p>
    <w:p w:rsidR="002C16FE" w:rsidRDefault="002C16FE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color w:val="000000"/>
          <w:sz w:val="28"/>
          <w:szCs w:val="28"/>
        </w:rPr>
      </w:pPr>
      <w:r w:rsidRPr="00ED1641">
        <w:rPr>
          <w:color w:val="000000"/>
          <w:sz w:val="28"/>
          <w:szCs w:val="28"/>
        </w:rPr>
        <w:t xml:space="preserve">В целях реализации настоящего Порядка используются следующие основные понятия: </w:t>
      </w:r>
    </w:p>
    <w:p w:rsidR="002C16FE" w:rsidRPr="00B43D09" w:rsidRDefault="002C16FE" w:rsidP="00B43D09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ab/>
        <w:t xml:space="preserve"> 3.1</w:t>
      </w:r>
      <w:r w:rsidRPr="00B43D09">
        <w:rPr>
          <w:color w:val="000000"/>
          <w:sz w:val="28"/>
          <w:szCs w:val="28"/>
        </w:rPr>
        <w:t xml:space="preserve">. Организатор отбора дворовых территорий – </w:t>
      </w:r>
      <w:r>
        <w:rPr>
          <w:color w:val="000000"/>
          <w:sz w:val="28"/>
          <w:szCs w:val="28"/>
        </w:rPr>
        <w:t>администрация 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</w:t>
      </w:r>
      <w:r w:rsidRPr="00B43D09">
        <w:rPr>
          <w:color w:val="000000"/>
          <w:sz w:val="28"/>
          <w:szCs w:val="28"/>
        </w:rPr>
        <w:t>, отвечает за организацию и проведения отбора дворовых территорий (организатор отбора)</w:t>
      </w:r>
      <w:r>
        <w:rPr>
          <w:color w:val="000000"/>
          <w:sz w:val="28"/>
          <w:szCs w:val="28"/>
        </w:rPr>
        <w:t>;</w:t>
      </w:r>
    </w:p>
    <w:p w:rsidR="002C16FE" w:rsidRPr="009875DB" w:rsidRDefault="002C16FE" w:rsidP="003B276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B66F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B66FE">
        <w:rPr>
          <w:sz w:val="28"/>
          <w:szCs w:val="28"/>
        </w:rPr>
        <w:t xml:space="preserve">. Дворовая территория – </w:t>
      </w:r>
      <w:r w:rsidRPr="009875DB">
        <w:rPr>
          <w:sz w:val="28"/>
          <w:szCs w:val="28"/>
        </w:rPr>
        <w:t xml:space="preserve">совокупность территорий, прилегающих к многоквартирным домам, со зданиями и сооружениями, образующими дворовую территорию, с расположенными на них объектами, предназначенными для обслуживания и эксплуатации таких домов, зданий, сооружений,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домам, зданиям и сооружениям, образующим дворовую территорию;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AA7E9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AA7E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</w:t>
      </w:r>
      <w:r w:rsidRPr="00AA7E97">
        <w:rPr>
          <w:color w:val="000000"/>
          <w:sz w:val="28"/>
          <w:szCs w:val="28"/>
        </w:rPr>
        <w:t>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</w:t>
      </w:r>
      <w:r>
        <w:rPr>
          <w:color w:val="000000"/>
          <w:sz w:val="28"/>
          <w:szCs w:val="28"/>
        </w:rPr>
        <w:t>;</w:t>
      </w:r>
      <w:r w:rsidRPr="00AA7E97">
        <w:rPr>
          <w:color w:val="000000"/>
          <w:sz w:val="28"/>
          <w:szCs w:val="28"/>
        </w:rPr>
        <w:t xml:space="preserve"> </w:t>
      </w:r>
    </w:p>
    <w:p w:rsidR="002C16FE" w:rsidRPr="003B66FE" w:rsidRDefault="002C16FE" w:rsidP="003B276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B66F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B66FE">
        <w:rPr>
          <w:sz w:val="28"/>
          <w:szCs w:val="28"/>
        </w:rPr>
        <w:t>. Представитель заинтересованных лиц – физическое (физические) или юридическое лица, которые от имени собственников помещений в многоквартирном доме уполномочены на представление предложений о включении дворовых территорий,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программы.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AA7E97">
        <w:rPr>
          <w:color w:val="000000"/>
          <w:sz w:val="28"/>
          <w:szCs w:val="28"/>
        </w:rPr>
        <w:t xml:space="preserve">. В целях осуществления благоустройства дворовой территории в рамках муниципальной программы заинтересованные лица вправе выбрать виды работ, предполагаемые к выполнению на дворовой территории, из следующих перечней: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AA7E97">
        <w:rPr>
          <w:color w:val="000000"/>
          <w:sz w:val="28"/>
          <w:szCs w:val="28"/>
        </w:rPr>
        <w:t xml:space="preserve">.1. </w:t>
      </w:r>
      <w:r>
        <w:rPr>
          <w:color w:val="000000"/>
          <w:sz w:val="28"/>
          <w:szCs w:val="28"/>
        </w:rPr>
        <w:t>М</w:t>
      </w:r>
      <w:r w:rsidRPr="00AA7E97">
        <w:rPr>
          <w:color w:val="000000"/>
          <w:sz w:val="28"/>
          <w:szCs w:val="28"/>
        </w:rPr>
        <w:t xml:space="preserve">инимальный перечень работ: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4.1.1.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AA7E97">
        <w:rPr>
          <w:color w:val="000000"/>
          <w:sz w:val="28"/>
          <w:szCs w:val="28"/>
        </w:rPr>
        <w:t>емонт дворовых проездов</w:t>
      </w:r>
      <w:r>
        <w:rPr>
          <w:color w:val="000000"/>
          <w:sz w:val="28"/>
          <w:szCs w:val="28"/>
        </w:rPr>
        <w:t xml:space="preserve"> и территорий</w:t>
      </w:r>
      <w:r w:rsidRPr="00AA7E97">
        <w:rPr>
          <w:color w:val="000000"/>
          <w:sz w:val="28"/>
          <w:szCs w:val="28"/>
        </w:rPr>
        <w:t xml:space="preserve">;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4.1.2.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AA7E97">
        <w:rPr>
          <w:color w:val="000000"/>
          <w:sz w:val="28"/>
          <w:szCs w:val="28"/>
        </w:rPr>
        <w:t xml:space="preserve">становка скамеек;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4.1.3.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AA7E97">
        <w:rPr>
          <w:color w:val="000000"/>
          <w:sz w:val="28"/>
          <w:szCs w:val="28"/>
        </w:rPr>
        <w:t>становка урн</w:t>
      </w:r>
      <w:r>
        <w:rPr>
          <w:color w:val="000000"/>
          <w:sz w:val="28"/>
          <w:szCs w:val="28"/>
        </w:rPr>
        <w:t>.</w:t>
      </w:r>
      <w:r w:rsidRPr="00AA7E97">
        <w:rPr>
          <w:color w:val="000000"/>
          <w:sz w:val="28"/>
          <w:szCs w:val="28"/>
        </w:rPr>
        <w:t xml:space="preserve">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AA7E97">
        <w:rPr>
          <w:color w:val="000000"/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Д</w:t>
      </w:r>
      <w:r w:rsidRPr="00AA7E97">
        <w:rPr>
          <w:color w:val="000000"/>
          <w:sz w:val="28"/>
          <w:szCs w:val="28"/>
        </w:rPr>
        <w:t xml:space="preserve">ополнительный перечень работ: </w:t>
      </w:r>
    </w:p>
    <w:p w:rsidR="002C16FE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AA7E97">
        <w:rPr>
          <w:color w:val="000000"/>
          <w:sz w:val="28"/>
          <w:szCs w:val="28"/>
        </w:rPr>
        <w:t xml:space="preserve">борудование детских и (или) спортивных площадок;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4.2.2. О</w:t>
      </w:r>
      <w:r w:rsidRPr="00AA7E97">
        <w:rPr>
          <w:color w:val="000000"/>
          <w:sz w:val="28"/>
          <w:szCs w:val="28"/>
        </w:rPr>
        <w:t>борудование</w:t>
      </w:r>
      <w:r>
        <w:rPr>
          <w:color w:val="000000"/>
          <w:sz w:val="28"/>
          <w:szCs w:val="28"/>
        </w:rPr>
        <w:t xml:space="preserve"> площадок отдыха для взрослых;</w:t>
      </w:r>
    </w:p>
    <w:p w:rsidR="002C16FE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4.2.3.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AA7E97">
        <w:rPr>
          <w:color w:val="000000"/>
          <w:sz w:val="28"/>
          <w:szCs w:val="28"/>
        </w:rPr>
        <w:t xml:space="preserve">борудование автомобильных парковок; </w:t>
      </w:r>
    </w:p>
    <w:p w:rsidR="002C16FE" w:rsidRPr="00AA7E97" w:rsidRDefault="002C16FE" w:rsidP="00DC0D5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C0D5F">
        <w:rPr>
          <w:rFonts w:ascii="Times New Roman" w:hAnsi="Times New Roman" w:cs="Times New Roman"/>
          <w:color w:val="000000"/>
          <w:sz w:val="28"/>
          <w:szCs w:val="28"/>
        </w:rPr>
        <w:t>.2.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Озеленение дворовых территорий;</w:t>
      </w:r>
    </w:p>
    <w:p w:rsidR="002C16FE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875DB">
        <w:rPr>
          <w:color w:val="000000"/>
          <w:sz w:val="28"/>
          <w:szCs w:val="28"/>
        </w:rPr>
        <w:t>4.2.</w:t>
      </w:r>
      <w:r>
        <w:rPr>
          <w:color w:val="000000"/>
          <w:sz w:val="28"/>
          <w:szCs w:val="28"/>
        </w:rPr>
        <w:t>5</w:t>
      </w:r>
      <w:r w:rsidRPr="009875DB">
        <w:rPr>
          <w:color w:val="000000"/>
          <w:sz w:val="28"/>
          <w:szCs w:val="28"/>
        </w:rPr>
        <w:t>. Устройство бордюрного камня;</w:t>
      </w:r>
    </w:p>
    <w:p w:rsidR="002C16FE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4.2.6. Устройство площадок для сушки белья;</w:t>
      </w:r>
    </w:p>
    <w:p w:rsidR="002C16FE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4.2.7. Установка беседок.</w:t>
      </w:r>
    </w:p>
    <w:p w:rsidR="002C16FE" w:rsidRPr="008E03D7" w:rsidRDefault="002C16FE" w:rsidP="003B2760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разработке дизайн-проектов учесть интересы маломобильной группы населения.</w:t>
      </w:r>
    </w:p>
    <w:p w:rsidR="002C16FE" w:rsidRPr="00AA7E97" w:rsidRDefault="002C16FE" w:rsidP="003B2760">
      <w:pPr>
        <w:autoSpaceDE w:val="0"/>
        <w:autoSpaceDN w:val="0"/>
        <w:adjustRightInd w:val="0"/>
        <w:spacing w:after="34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AA7E97">
        <w:rPr>
          <w:color w:val="000000"/>
          <w:sz w:val="28"/>
          <w:szCs w:val="28"/>
        </w:rPr>
        <w:t>. Заинтересованные лица вправе представлять предложения о включении дворовых территорий</w:t>
      </w:r>
      <w:r>
        <w:rPr>
          <w:color w:val="000000"/>
          <w:sz w:val="28"/>
          <w:szCs w:val="28"/>
        </w:rPr>
        <w:t xml:space="preserve"> и общественных территорий</w:t>
      </w:r>
      <w:r w:rsidRPr="00AA7E97">
        <w:rPr>
          <w:color w:val="000000"/>
          <w:sz w:val="28"/>
          <w:szCs w:val="28"/>
        </w:rPr>
        <w:t xml:space="preserve"> в муниципальную программу, включающие виды работ из минимального перечня работ и (или) дополнительного перечня работ.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AA7E97">
        <w:rPr>
          <w:color w:val="000000"/>
          <w:sz w:val="28"/>
          <w:szCs w:val="28"/>
        </w:rPr>
        <w:t xml:space="preserve">. В муниципальную программу подлежат включению дворовые территории </w:t>
      </w:r>
      <w:r>
        <w:rPr>
          <w:color w:val="000000"/>
          <w:sz w:val="28"/>
          <w:szCs w:val="28"/>
        </w:rPr>
        <w:t xml:space="preserve"> </w:t>
      </w:r>
      <w:r w:rsidRPr="00AA7E97">
        <w:rPr>
          <w:color w:val="000000"/>
          <w:sz w:val="28"/>
          <w:szCs w:val="28"/>
        </w:rPr>
        <w:t xml:space="preserve">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</w:t>
      </w:r>
      <w:r>
        <w:rPr>
          <w:color w:val="000000"/>
          <w:sz w:val="28"/>
          <w:szCs w:val="28"/>
        </w:rPr>
        <w:t>настоящего Порядка</w:t>
      </w:r>
      <w:r w:rsidRPr="00AA7E97">
        <w:rPr>
          <w:color w:val="000000"/>
          <w:sz w:val="28"/>
          <w:szCs w:val="28"/>
        </w:rPr>
        <w:t xml:space="preserve"> и в пределах лимитов бюджетных ассигнований, предусмотренных муниципальной программой. </w:t>
      </w:r>
    </w:p>
    <w:p w:rsidR="002C16FE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AA7E97">
        <w:rPr>
          <w:color w:val="000000"/>
          <w:sz w:val="28"/>
          <w:szCs w:val="28"/>
        </w:rPr>
        <w:t>. Дворовые территории, прошедшие отбор и не вошедшие в муниципальную программу на 201</w:t>
      </w:r>
      <w:r>
        <w:rPr>
          <w:color w:val="000000"/>
          <w:sz w:val="28"/>
          <w:szCs w:val="28"/>
        </w:rPr>
        <w:t>8-2022</w:t>
      </w:r>
      <w:r w:rsidRPr="00AA7E9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для реализации мероприятий по благоустройству </w:t>
      </w:r>
      <w:r w:rsidRPr="003B66FE">
        <w:rPr>
          <w:sz w:val="28"/>
          <w:szCs w:val="28"/>
        </w:rPr>
        <w:t xml:space="preserve">в текущем году, в связи с превышением выделенных лимитов бюджетных ассигнований, предусмотренных муниципальной программой, включаются в муниципальную программу на 2018-2022 годы исходя из даты представления предложений заинтересованных лиц для реализации в следующем году. </w:t>
      </w:r>
    </w:p>
    <w:p w:rsidR="002C16FE" w:rsidRPr="00AA7E97" w:rsidRDefault="002C16FE" w:rsidP="00251CB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8</w:t>
      </w:r>
      <w:r w:rsidRPr="00AA7E97">
        <w:rPr>
          <w:color w:val="000000"/>
          <w:sz w:val="28"/>
          <w:szCs w:val="28"/>
        </w:rPr>
        <w:t xml:space="preserve">. Для включения дворовой территории в муниципальную программу заинтересованными лицами представляются в </w:t>
      </w:r>
      <w:r>
        <w:rPr>
          <w:color w:val="000000"/>
          <w:sz w:val="28"/>
          <w:szCs w:val="28"/>
        </w:rPr>
        <w:t xml:space="preserve">администрацию 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 </w:t>
      </w:r>
      <w:r w:rsidRPr="00AA7E97">
        <w:rPr>
          <w:color w:val="000000"/>
          <w:sz w:val="28"/>
          <w:szCs w:val="28"/>
        </w:rPr>
        <w:t xml:space="preserve">следующие документы: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AA7E97">
        <w:rPr>
          <w:color w:val="000000"/>
          <w:sz w:val="28"/>
          <w:szCs w:val="28"/>
        </w:rPr>
        <w:t xml:space="preserve">.1. </w:t>
      </w:r>
      <w:r>
        <w:rPr>
          <w:color w:val="000000"/>
          <w:sz w:val="28"/>
          <w:szCs w:val="28"/>
        </w:rPr>
        <w:t>З</w:t>
      </w:r>
      <w:r w:rsidRPr="00AA7E97">
        <w:rPr>
          <w:color w:val="000000"/>
          <w:sz w:val="28"/>
          <w:szCs w:val="28"/>
        </w:rPr>
        <w:t xml:space="preserve">аявка </w:t>
      </w:r>
      <w:r w:rsidRPr="00C65DE0">
        <w:rPr>
          <w:color w:val="000000"/>
          <w:sz w:val="28"/>
          <w:szCs w:val="28"/>
        </w:rPr>
        <w:t>в двух экземплярах</w:t>
      </w:r>
      <w:r w:rsidRPr="00AA7E97">
        <w:rPr>
          <w:color w:val="000000"/>
          <w:sz w:val="28"/>
          <w:szCs w:val="28"/>
        </w:rPr>
        <w:t xml:space="preserve"> по форме согласно приложению к настоящему Порядку; </w:t>
      </w:r>
    </w:p>
    <w:p w:rsidR="002C16FE" w:rsidRPr="00AA7E97" w:rsidRDefault="002C16FE" w:rsidP="003B2760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AA7E97">
        <w:rPr>
          <w:color w:val="000000"/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О</w:t>
      </w:r>
      <w:r w:rsidRPr="00AA7E97">
        <w:rPr>
          <w:color w:val="000000"/>
          <w:sz w:val="28"/>
          <w:szCs w:val="28"/>
        </w:rPr>
        <w:t xml:space="preserve">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содержащих в том числе следующую информацию: </w:t>
      </w:r>
    </w:p>
    <w:p w:rsidR="002C16FE" w:rsidRPr="00AA7E97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8.2.1.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AA7E97">
        <w:rPr>
          <w:color w:val="000000"/>
          <w:sz w:val="28"/>
          <w:szCs w:val="28"/>
        </w:rPr>
        <w:t xml:space="preserve">ешение об обращении с предложением по включению дворовой территории в муниципальную программу; </w:t>
      </w:r>
    </w:p>
    <w:p w:rsidR="002C16FE" w:rsidRPr="00AA7E97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8.2.2.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AA7E97">
        <w:rPr>
          <w:color w:val="000000"/>
          <w:sz w:val="28"/>
          <w:szCs w:val="28"/>
        </w:rPr>
        <w:t xml:space="preserve">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2C16FE" w:rsidRPr="00AA7E97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8.2.3.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AA7E97">
        <w:rPr>
          <w:color w:val="000000"/>
          <w:sz w:val="28"/>
          <w:szCs w:val="28"/>
        </w:rPr>
        <w:t xml:space="preserve">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 </w:t>
      </w:r>
    </w:p>
    <w:p w:rsidR="002C16FE" w:rsidRPr="00AA7E97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8.2.4.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AA7E97">
        <w:rPr>
          <w:color w:val="000000"/>
          <w:sz w:val="28"/>
          <w:szCs w:val="28"/>
        </w:rPr>
        <w:t xml:space="preserve">орма участия: </w:t>
      </w:r>
      <w:r w:rsidRPr="00C65DE0">
        <w:rPr>
          <w:color w:val="000000"/>
          <w:sz w:val="28"/>
          <w:szCs w:val="28"/>
        </w:rPr>
        <w:t>финансовое (при выборе видов работ из дополнительного перечня работ)</w:t>
      </w:r>
      <w:r w:rsidRPr="00AA7E97">
        <w:rPr>
          <w:color w:val="000000"/>
          <w:sz w:val="28"/>
          <w:szCs w:val="28"/>
        </w:rPr>
        <w:t xml:space="preserve"> и (или) трудовое; </w:t>
      </w:r>
    </w:p>
    <w:p w:rsidR="002C16FE" w:rsidRDefault="002C16FE" w:rsidP="003B2760">
      <w:pPr>
        <w:ind w:firstLine="99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8.2.5. Р</w:t>
      </w:r>
      <w:r w:rsidRPr="00AA7E97">
        <w:rPr>
          <w:color w:val="000000"/>
          <w:sz w:val="28"/>
          <w:szCs w:val="28"/>
        </w:rPr>
        <w:t>ешение о принятии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</w:t>
      </w:r>
      <w:r>
        <w:rPr>
          <w:color w:val="000000"/>
          <w:sz w:val="28"/>
          <w:szCs w:val="28"/>
        </w:rPr>
        <w:t xml:space="preserve"> </w:t>
      </w:r>
      <w:r w:rsidRPr="00AA7E97">
        <w:rPr>
          <w:sz w:val="28"/>
          <w:szCs w:val="28"/>
        </w:rPr>
        <w:t>реализации муниципальной программы;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8.2.6.</w:t>
      </w:r>
      <w:r w:rsidRPr="006F0A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6F0AEA">
        <w:rPr>
          <w:color w:val="000000"/>
          <w:sz w:val="28"/>
          <w:szCs w:val="28"/>
        </w:rPr>
        <w:t xml:space="preserve">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 </w:t>
      </w:r>
    </w:p>
    <w:p w:rsidR="002C16FE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8.2.7.</w:t>
      </w:r>
      <w:r w:rsidRPr="006F0A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6F0AEA">
        <w:rPr>
          <w:color w:val="000000"/>
          <w:sz w:val="28"/>
          <w:szCs w:val="28"/>
        </w:rPr>
        <w:t>ешение об определении лиц, которые от имени собственников помещений в многоквартирном доме уполномочены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(далее - представитель)</w:t>
      </w:r>
      <w:r>
        <w:rPr>
          <w:color w:val="000000"/>
          <w:sz w:val="28"/>
          <w:szCs w:val="28"/>
        </w:rPr>
        <w:t>.</w:t>
      </w:r>
      <w:r w:rsidRPr="006F0AEA">
        <w:rPr>
          <w:color w:val="000000"/>
          <w:sz w:val="28"/>
          <w:szCs w:val="28"/>
        </w:rPr>
        <w:t xml:space="preserve"> </w:t>
      </w:r>
    </w:p>
    <w:p w:rsidR="002C16FE" w:rsidRPr="003B66FE" w:rsidRDefault="002C16FE" w:rsidP="003B2760">
      <w:pPr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B66FE">
        <w:rPr>
          <w:sz w:val="28"/>
          <w:szCs w:val="28"/>
        </w:rPr>
        <w:t xml:space="preserve">Указанные решения принимаются в соответствии  с требованиями Жилищного Кодекса РФ и оформляются протоколом в </w:t>
      </w:r>
      <w:r>
        <w:rPr>
          <w:sz w:val="28"/>
          <w:szCs w:val="28"/>
        </w:rPr>
        <w:t xml:space="preserve">соответствии </w:t>
      </w:r>
      <w:r w:rsidRPr="003B66FE">
        <w:rPr>
          <w:sz w:val="28"/>
          <w:szCs w:val="28"/>
        </w:rPr>
        <w:t>требованиями к оформлению протоколов  общих собраний собственников помещений в многоквартирных домах, утверждёнными Приказом Министерства строительства и жилищно-коммунального хозяйства  Российской Федерации от 25</w:t>
      </w:r>
      <w:r>
        <w:rPr>
          <w:sz w:val="28"/>
          <w:szCs w:val="28"/>
        </w:rPr>
        <w:t xml:space="preserve"> декабря </w:t>
      </w:r>
      <w:r w:rsidRPr="003B66FE">
        <w:rPr>
          <w:sz w:val="28"/>
          <w:szCs w:val="28"/>
        </w:rPr>
        <w:t>2015 г</w:t>
      </w:r>
      <w:r>
        <w:rPr>
          <w:sz w:val="28"/>
          <w:szCs w:val="28"/>
        </w:rPr>
        <w:t>ода</w:t>
      </w:r>
      <w:r w:rsidRPr="003B66FE">
        <w:rPr>
          <w:sz w:val="28"/>
          <w:szCs w:val="28"/>
        </w:rPr>
        <w:t xml:space="preserve"> №937/пр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 и протоколов общих собраний собственников помещений в многоквартирных домах в уполномоченных органы исполнительной власти субъектов Российской Федерации, осуществляющие государственный жилищный надзор».</w:t>
      </w:r>
    </w:p>
    <w:p w:rsidR="002C16FE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6F0AEA">
        <w:rPr>
          <w:color w:val="000000"/>
          <w:sz w:val="28"/>
          <w:szCs w:val="28"/>
        </w:rPr>
        <w:t xml:space="preserve">.3. </w:t>
      </w:r>
      <w:r>
        <w:rPr>
          <w:color w:val="000000"/>
          <w:sz w:val="28"/>
          <w:szCs w:val="28"/>
        </w:rPr>
        <w:t>С</w:t>
      </w:r>
      <w:r w:rsidRPr="006F0AEA">
        <w:rPr>
          <w:color w:val="000000"/>
          <w:sz w:val="28"/>
          <w:szCs w:val="28"/>
        </w:rPr>
        <w:t>хема</w:t>
      </w:r>
      <w:r>
        <w:rPr>
          <w:color w:val="000000"/>
          <w:sz w:val="28"/>
          <w:szCs w:val="28"/>
        </w:rPr>
        <w:t xml:space="preserve">, чертеж, рисунок </w:t>
      </w:r>
      <w:r w:rsidRPr="006F0AEA">
        <w:rPr>
          <w:color w:val="000000"/>
          <w:sz w:val="28"/>
          <w:szCs w:val="28"/>
        </w:rPr>
        <w:t xml:space="preserve">территории, предлагаемой к благоустройству; 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8.4. Дизайн-проект благоустройства территории </w:t>
      </w:r>
      <w:r w:rsidRPr="006F0AEA">
        <w:rPr>
          <w:color w:val="000000"/>
          <w:sz w:val="28"/>
          <w:szCs w:val="28"/>
        </w:rPr>
        <w:t>(при наличии);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6F0AE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6F0AE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Копия</w:t>
      </w:r>
      <w:r w:rsidRPr="006F0AEA">
        <w:rPr>
          <w:color w:val="000000"/>
          <w:sz w:val="28"/>
          <w:szCs w:val="28"/>
        </w:rPr>
        <w:t xml:space="preserve"> проектно-сметной документации, в том числе локальной сметы (при наличии); </w:t>
      </w:r>
    </w:p>
    <w:p w:rsidR="002C16FE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6F0AE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Pr="006F0AE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Ф</w:t>
      </w:r>
      <w:r w:rsidRPr="006F0AEA">
        <w:rPr>
          <w:color w:val="000000"/>
          <w:sz w:val="28"/>
          <w:szCs w:val="28"/>
        </w:rPr>
        <w:t xml:space="preserve">отоматериалы, подтверждающие отсутствие или ненадлежащее состояние соответствующих элементов благоустройства, дворовых территорий (при наличии). 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6F0AEA">
        <w:rPr>
          <w:color w:val="000000"/>
          <w:sz w:val="28"/>
          <w:szCs w:val="28"/>
        </w:rPr>
        <w:t>. Ответственность за</w:t>
      </w:r>
      <w:r>
        <w:rPr>
          <w:color w:val="000000"/>
          <w:sz w:val="28"/>
          <w:szCs w:val="28"/>
        </w:rPr>
        <w:t xml:space="preserve"> </w:t>
      </w:r>
      <w:r w:rsidRPr="006F0AEA">
        <w:rPr>
          <w:color w:val="000000"/>
          <w:sz w:val="28"/>
          <w:szCs w:val="28"/>
        </w:rPr>
        <w:t>достоверность сведений в заявке</w:t>
      </w:r>
      <w:r>
        <w:rPr>
          <w:color w:val="000000"/>
          <w:sz w:val="28"/>
          <w:szCs w:val="28"/>
        </w:rPr>
        <w:t xml:space="preserve"> и прилагаемых к ней документах</w:t>
      </w:r>
      <w:r w:rsidRPr="006F0AEA">
        <w:rPr>
          <w:color w:val="000000"/>
          <w:sz w:val="28"/>
          <w:szCs w:val="28"/>
        </w:rPr>
        <w:t xml:space="preserve"> несут заинтересованные лица, представившие их. </w:t>
      </w:r>
    </w:p>
    <w:p w:rsidR="002C16FE" w:rsidRDefault="002C16FE" w:rsidP="003B2760">
      <w:pPr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6F0AEA">
        <w:rPr>
          <w:color w:val="000000"/>
          <w:sz w:val="28"/>
          <w:szCs w:val="28"/>
        </w:rPr>
        <w:t>. Заявка</w:t>
      </w:r>
      <w:r w:rsidRPr="001F706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включение дворовой территории в муниципальную программу </w:t>
      </w: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>«Ф</w:t>
      </w:r>
      <w:r w:rsidRPr="00AA7E97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>е</w:t>
      </w:r>
      <w:r w:rsidRPr="00AA7E97">
        <w:rPr>
          <w:color w:val="000000"/>
          <w:sz w:val="28"/>
          <w:szCs w:val="28"/>
        </w:rPr>
        <w:t xml:space="preserve"> современной городской среды</w:t>
      </w:r>
      <w:r>
        <w:rPr>
          <w:color w:val="000000"/>
          <w:sz w:val="28"/>
          <w:szCs w:val="28"/>
        </w:rPr>
        <w:t>»</w:t>
      </w:r>
      <w:r w:rsidRPr="00AA7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AA7E97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18-2022</w:t>
      </w:r>
      <w:r w:rsidRPr="00AA7E9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</w:t>
      </w:r>
      <w:r w:rsidRPr="006F0AEA">
        <w:rPr>
          <w:color w:val="000000"/>
          <w:sz w:val="28"/>
          <w:szCs w:val="28"/>
        </w:rPr>
        <w:t xml:space="preserve">с прилагаемыми к ней документами подается в </w:t>
      </w:r>
      <w:r>
        <w:rPr>
          <w:color w:val="000000"/>
          <w:sz w:val="28"/>
          <w:szCs w:val="28"/>
        </w:rPr>
        <w:t>администрацию 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 w:rsidRPr="006F0AEA">
        <w:rPr>
          <w:color w:val="000000"/>
          <w:sz w:val="28"/>
          <w:szCs w:val="28"/>
        </w:rPr>
        <w:t>нарочно по адресу:</w:t>
      </w:r>
      <w:r>
        <w:rPr>
          <w:color w:val="000000"/>
          <w:sz w:val="28"/>
          <w:szCs w:val="28"/>
        </w:rPr>
        <w:t xml:space="preserve"> ст. Стародеревянковская,</w:t>
      </w:r>
      <w:r w:rsidRPr="006F0AEA">
        <w:rPr>
          <w:color w:val="000000"/>
          <w:sz w:val="28"/>
          <w:szCs w:val="28"/>
        </w:rPr>
        <w:t xml:space="preserve"> улица </w:t>
      </w:r>
      <w:r>
        <w:rPr>
          <w:color w:val="000000"/>
          <w:sz w:val="28"/>
          <w:szCs w:val="28"/>
        </w:rPr>
        <w:t>Красная, 132</w:t>
      </w:r>
      <w:r w:rsidRPr="006F0AEA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</w:t>
      </w:r>
      <w:r w:rsidRPr="006F0AEA">
        <w:rPr>
          <w:color w:val="000000"/>
          <w:sz w:val="28"/>
          <w:szCs w:val="28"/>
        </w:rPr>
        <w:t xml:space="preserve"> рабочие дни </w:t>
      </w:r>
      <w:r w:rsidRPr="00115AED">
        <w:rPr>
          <w:sz w:val="28"/>
          <w:szCs w:val="28"/>
        </w:rPr>
        <w:t xml:space="preserve"> с </w:t>
      </w:r>
      <w:r>
        <w:rPr>
          <w:sz w:val="28"/>
          <w:szCs w:val="28"/>
        </w:rPr>
        <w:t>«___»</w:t>
      </w:r>
      <w:r w:rsidRPr="00115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115AED">
        <w:rPr>
          <w:sz w:val="28"/>
          <w:szCs w:val="28"/>
        </w:rPr>
        <w:t xml:space="preserve"> 2017 года по </w:t>
      </w:r>
      <w:r>
        <w:rPr>
          <w:sz w:val="28"/>
          <w:szCs w:val="28"/>
        </w:rPr>
        <w:t xml:space="preserve">«___» ноября </w:t>
      </w:r>
      <w:bookmarkStart w:id="0" w:name="_GoBack"/>
      <w:bookmarkEnd w:id="0"/>
      <w:r w:rsidRPr="00115AED">
        <w:rPr>
          <w:sz w:val="28"/>
          <w:szCs w:val="28"/>
        </w:rPr>
        <w:t>2017 года включительно</w:t>
      </w:r>
      <w:r>
        <w:rPr>
          <w:sz w:val="28"/>
          <w:szCs w:val="28"/>
        </w:rPr>
        <w:t>,</w:t>
      </w:r>
      <w:r w:rsidRPr="00115AED">
        <w:rPr>
          <w:sz w:val="28"/>
          <w:szCs w:val="28"/>
        </w:rPr>
        <w:t xml:space="preserve"> с </w:t>
      </w:r>
      <w:r>
        <w:rPr>
          <w:sz w:val="28"/>
          <w:szCs w:val="28"/>
        </w:rPr>
        <w:t>8</w:t>
      </w:r>
      <w:r w:rsidRPr="00115AED">
        <w:rPr>
          <w:sz w:val="28"/>
          <w:szCs w:val="28"/>
        </w:rPr>
        <w:t>.00 до 1</w:t>
      </w:r>
      <w:r>
        <w:rPr>
          <w:sz w:val="28"/>
          <w:szCs w:val="28"/>
        </w:rPr>
        <w:t>2</w:t>
      </w:r>
      <w:r w:rsidRPr="00115AED">
        <w:rPr>
          <w:sz w:val="28"/>
          <w:szCs w:val="28"/>
        </w:rPr>
        <w:t>.00 и с 1</w:t>
      </w:r>
      <w:r>
        <w:rPr>
          <w:sz w:val="28"/>
          <w:szCs w:val="28"/>
        </w:rPr>
        <w:t>3</w:t>
      </w:r>
      <w:r w:rsidRPr="00115AED">
        <w:rPr>
          <w:sz w:val="28"/>
          <w:szCs w:val="28"/>
        </w:rPr>
        <w:t>.00 до 1</w:t>
      </w:r>
      <w:r>
        <w:rPr>
          <w:sz w:val="28"/>
          <w:szCs w:val="28"/>
        </w:rPr>
        <w:t>6</w:t>
      </w:r>
      <w:r w:rsidRPr="00115AED">
        <w:rPr>
          <w:sz w:val="28"/>
          <w:szCs w:val="28"/>
        </w:rPr>
        <w:t>.00</w:t>
      </w:r>
      <w:r>
        <w:rPr>
          <w:sz w:val="28"/>
          <w:szCs w:val="28"/>
        </w:rPr>
        <w:t>.</w:t>
      </w:r>
    </w:p>
    <w:p w:rsidR="002C16FE" w:rsidRPr="00741177" w:rsidRDefault="002C16FE" w:rsidP="00AE6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11. </w:t>
      </w:r>
      <w:r w:rsidRPr="00741177">
        <w:rPr>
          <w:sz w:val="28"/>
          <w:szCs w:val="28"/>
        </w:rPr>
        <w:t>В случае внесения изменений в настоящий Порядок после официального опубликования срок подачи заявок должен быть увеличен не менее чем</w:t>
      </w: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на 7 дней. 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 w:rsidRPr="006F0AE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6F0AE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Pr="006F0AEA">
        <w:rPr>
          <w:color w:val="000000"/>
          <w:sz w:val="28"/>
          <w:szCs w:val="28"/>
        </w:rPr>
        <w:t xml:space="preserve">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На обоих экземплярах заявки проставляется регистрационный номер, дата и время представления заявки. Один экземпляр заявки возвращается представителю. </w:t>
      </w:r>
    </w:p>
    <w:p w:rsidR="002C16FE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 w:rsidRPr="006F0AE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6F0AE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</w:t>
      </w:r>
      <w:r>
        <w:rPr>
          <w:sz w:val="28"/>
          <w:szCs w:val="28"/>
        </w:rPr>
        <w:t xml:space="preserve">пециалист администрации </w:t>
      </w: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 </w:t>
      </w:r>
      <w:r w:rsidRPr="006F0AEA">
        <w:rPr>
          <w:color w:val="000000"/>
          <w:sz w:val="28"/>
          <w:szCs w:val="28"/>
        </w:rPr>
        <w:t>не позднее</w:t>
      </w:r>
      <w:r>
        <w:rPr>
          <w:color w:val="000000"/>
          <w:sz w:val="28"/>
          <w:szCs w:val="28"/>
        </w:rPr>
        <w:t xml:space="preserve"> 15</w:t>
      </w:r>
      <w:r w:rsidRPr="006F0AEA">
        <w:rPr>
          <w:color w:val="000000"/>
          <w:sz w:val="28"/>
          <w:szCs w:val="28"/>
        </w:rPr>
        <w:t xml:space="preserve"> рабоч</w:t>
      </w:r>
      <w:r>
        <w:rPr>
          <w:color w:val="000000"/>
          <w:sz w:val="28"/>
          <w:szCs w:val="28"/>
        </w:rPr>
        <w:t>их</w:t>
      </w:r>
      <w:r w:rsidRPr="006F0AEA">
        <w:rPr>
          <w:color w:val="000000"/>
          <w:sz w:val="28"/>
          <w:szCs w:val="28"/>
        </w:rPr>
        <w:t xml:space="preserve"> дн</w:t>
      </w:r>
      <w:r>
        <w:rPr>
          <w:color w:val="000000"/>
          <w:sz w:val="28"/>
          <w:szCs w:val="28"/>
        </w:rPr>
        <w:t>ей</w:t>
      </w:r>
      <w:r w:rsidRPr="006F0AEA">
        <w:rPr>
          <w:color w:val="000000"/>
          <w:sz w:val="28"/>
          <w:szCs w:val="28"/>
        </w:rPr>
        <w:t xml:space="preserve"> следующ</w:t>
      </w:r>
      <w:r>
        <w:rPr>
          <w:color w:val="000000"/>
          <w:sz w:val="28"/>
          <w:szCs w:val="28"/>
        </w:rPr>
        <w:t>их</w:t>
      </w:r>
      <w:r w:rsidRPr="006F0AEA">
        <w:rPr>
          <w:color w:val="000000"/>
          <w:sz w:val="28"/>
          <w:szCs w:val="28"/>
        </w:rPr>
        <w:t xml:space="preserve"> за днем представления заяв</w:t>
      </w:r>
      <w:r>
        <w:rPr>
          <w:color w:val="000000"/>
          <w:sz w:val="28"/>
          <w:szCs w:val="28"/>
        </w:rPr>
        <w:t>ок</w:t>
      </w:r>
      <w:r w:rsidRPr="006F0AEA">
        <w:rPr>
          <w:color w:val="000000"/>
          <w:sz w:val="28"/>
          <w:szCs w:val="28"/>
        </w:rPr>
        <w:t xml:space="preserve"> передает </w:t>
      </w:r>
      <w:r>
        <w:rPr>
          <w:color w:val="000000"/>
          <w:sz w:val="28"/>
          <w:szCs w:val="28"/>
        </w:rPr>
        <w:t>их</w:t>
      </w:r>
      <w:r w:rsidRPr="006F0AEA">
        <w:rPr>
          <w:color w:val="000000"/>
          <w:sz w:val="28"/>
          <w:szCs w:val="28"/>
        </w:rPr>
        <w:t xml:space="preserve"> в </w:t>
      </w:r>
      <w:r w:rsidRPr="00115AED">
        <w:rPr>
          <w:sz w:val="28"/>
          <w:szCs w:val="28"/>
        </w:rPr>
        <w:t>комиссию по рассмотрению и оценки предложений заинтересованных лиц о включении дворов</w:t>
      </w:r>
      <w:r>
        <w:rPr>
          <w:sz w:val="28"/>
          <w:szCs w:val="28"/>
        </w:rPr>
        <w:t>ых</w:t>
      </w:r>
      <w:r w:rsidRPr="00115AED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й</w:t>
      </w:r>
      <w:r w:rsidRPr="00115AED">
        <w:rPr>
          <w:sz w:val="28"/>
          <w:szCs w:val="28"/>
        </w:rPr>
        <w:t xml:space="preserve"> в муниципальную программу </w:t>
      </w: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</w:t>
      </w:r>
      <w:r w:rsidRPr="006F0A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«Формирование современной городской среды» на 2018 – 2022 годы (далее - комиссия). 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 w:rsidRPr="006F0AE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6F0AEA">
        <w:rPr>
          <w:color w:val="000000"/>
          <w:sz w:val="28"/>
          <w:szCs w:val="28"/>
        </w:rPr>
        <w:t xml:space="preserve">. 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 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 w:rsidRPr="006F0AE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6F0AEA">
        <w:rPr>
          <w:color w:val="000000"/>
          <w:sz w:val="28"/>
          <w:szCs w:val="28"/>
        </w:rPr>
        <w:t xml:space="preserve">. Комиссия возвращает заявку в следующих случаях: 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 w:rsidRPr="006F0AE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6F0AEA">
        <w:rPr>
          <w:color w:val="000000"/>
          <w:sz w:val="28"/>
          <w:szCs w:val="28"/>
        </w:rPr>
        <w:t xml:space="preserve">.1. </w:t>
      </w:r>
      <w:r>
        <w:rPr>
          <w:color w:val="000000"/>
          <w:sz w:val="28"/>
          <w:szCs w:val="28"/>
        </w:rPr>
        <w:t>П</w:t>
      </w:r>
      <w:r w:rsidRPr="006F0AEA">
        <w:rPr>
          <w:color w:val="000000"/>
          <w:sz w:val="28"/>
          <w:szCs w:val="28"/>
        </w:rPr>
        <w:t xml:space="preserve">редставление заявки после окончания срока подачи, указанного в пункте </w:t>
      </w:r>
      <w:r>
        <w:rPr>
          <w:color w:val="000000"/>
          <w:sz w:val="28"/>
          <w:szCs w:val="28"/>
        </w:rPr>
        <w:t>10</w:t>
      </w:r>
      <w:r w:rsidRPr="006F0AEA">
        <w:rPr>
          <w:color w:val="000000"/>
          <w:sz w:val="28"/>
          <w:szCs w:val="28"/>
        </w:rPr>
        <w:t xml:space="preserve"> настоящего Порядка; </w:t>
      </w:r>
    </w:p>
    <w:p w:rsidR="002C16FE" w:rsidRPr="006F0AEA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 w:rsidRPr="006F0AE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6F0AEA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.</w:t>
      </w:r>
      <w:r w:rsidRPr="006F0A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6F0AEA">
        <w:rPr>
          <w:color w:val="000000"/>
          <w:sz w:val="28"/>
          <w:szCs w:val="28"/>
        </w:rPr>
        <w:t xml:space="preserve">редставление заявки и прилагаемых к ней документов оформленных с нарушением требований действующего законодательства и настоящего Порядка. </w:t>
      </w:r>
    </w:p>
    <w:p w:rsidR="002C16FE" w:rsidRPr="006F0AEA" w:rsidRDefault="002C16FE" w:rsidP="003B2760">
      <w:pPr>
        <w:ind w:firstLine="993"/>
        <w:jc w:val="both"/>
        <w:rPr>
          <w:sz w:val="32"/>
          <w:szCs w:val="32"/>
        </w:rPr>
      </w:pPr>
      <w:r>
        <w:rPr>
          <w:color w:val="000000"/>
          <w:sz w:val="28"/>
          <w:szCs w:val="28"/>
        </w:rPr>
        <w:t>16</w:t>
      </w:r>
      <w:r w:rsidRPr="006F0AE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Pr="006F0AEA">
        <w:rPr>
          <w:color w:val="000000"/>
          <w:sz w:val="28"/>
          <w:szCs w:val="28"/>
        </w:rPr>
        <w:t xml:space="preserve">Решение комиссии оформляется протоколом и в срок не позднее </w:t>
      </w:r>
      <w:r>
        <w:rPr>
          <w:color w:val="000000"/>
          <w:sz w:val="28"/>
          <w:szCs w:val="28"/>
        </w:rPr>
        <w:t>10</w:t>
      </w:r>
      <w:r w:rsidRPr="006F0AEA">
        <w:rPr>
          <w:color w:val="000000"/>
          <w:sz w:val="28"/>
          <w:szCs w:val="28"/>
        </w:rPr>
        <w:t xml:space="preserve"> рабочих дней после проведения заседания комиссии размещается на официальном сайте </w:t>
      </w:r>
      <w:r>
        <w:rPr>
          <w:color w:val="000000"/>
          <w:sz w:val="28"/>
          <w:szCs w:val="28"/>
        </w:rPr>
        <w:t>а</w:t>
      </w:r>
      <w:r w:rsidRPr="006F0AEA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</w:t>
      </w:r>
      <w:r w:rsidRPr="006F0AEA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2C16FE" w:rsidRPr="00C16CB0" w:rsidRDefault="002C16FE" w:rsidP="003B2760">
      <w:pPr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16CB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7</w:t>
      </w:r>
      <w:r w:rsidRPr="00C16CB0">
        <w:rPr>
          <w:color w:val="000000"/>
          <w:sz w:val="28"/>
          <w:szCs w:val="28"/>
        </w:rPr>
        <w:t xml:space="preserve">. 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 </w:t>
      </w:r>
    </w:p>
    <w:p w:rsidR="002C16FE" w:rsidRDefault="002C16FE" w:rsidP="005F2C28">
      <w:pPr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C16CB0">
        <w:rPr>
          <w:color w:val="000000"/>
          <w:sz w:val="28"/>
          <w:szCs w:val="28"/>
        </w:rPr>
        <w:t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муниципальную программу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до окончания срока принятия заявлений.</w:t>
      </w:r>
    </w:p>
    <w:p w:rsidR="002C16FE" w:rsidRDefault="002C16FE" w:rsidP="003B2760">
      <w:pPr>
        <w:ind w:firstLine="993"/>
        <w:jc w:val="both"/>
        <w:rPr>
          <w:color w:val="000000"/>
          <w:sz w:val="28"/>
          <w:szCs w:val="28"/>
        </w:rPr>
      </w:pPr>
      <w:r w:rsidRPr="00C16CB0">
        <w:rPr>
          <w:color w:val="000000"/>
          <w:sz w:val="28"/>
          <w:szCs w:val="28"/>
        </w:rPr>
        <w:t>В этом случае датой приема документов будет являться дата их повторной подачи.</w:t>
      </w:r>
    </w:p>
    <w:p w:rsidR="002C16FE" w:rsidRPr="00741177" w:rsidRDefault="002C16FE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741177">
        <w:rPr>
          <w:sz w:val="28"/>
          <w:szCs w:val="28"/>
        </w:rPr>
        <w:t xml:space="preserve">. Отбор признается несостоявшимся в случаях, если: </w:t>
      </w:r>
    </w:p>
    <w:p w:rsidR="002C16FE" w:rsidRPr="00741177" w:rsidRDefault="002C16FE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1) отклонены все заявки на участие в отборе; </w:t>
      </w:r>
    </w:p>
    <w:p w:rsidR="002C16FE" w:rsidRPr="00741177" w:rsidRDefault="002C16FE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2) не подано ни одной заявки на участие в отборе; </w:t>
      </w:r>
    </w:p>
    <w:p w:rsidR="002C16FE" w:rsidRPr="00741177" w:rsidRDefault="002C16FE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3) подана только одна заявка на участие в отборе. </w:t>
      </w:r>
    </w:p>
    <w:p w:rsidR="002C16FE" w:rsidRPr="00741177" w:rsidRDefault="002C16FE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19</w:t>
      </w:r>
      <w:r w:rsidRPr="00741177">
        <w:rPr>
          <w:sz w:val="28"/>
          <w:szCs w:val="28"/>
        </w:rPr>
        <w:t>. В случае, если по окончании срока подачи заявок на участие в отборе</w:t>
      </w:r>
      <w:r>
        <w:rPr>
          <w:sz w:val="28"/>
          <w:szCs w:val="28"/>
        </w:rPr>
        <w:t xml:space="preserve"> не подано ни одной заявки, комиссия признает отбор не состоявшимся. </w:t>
      </w:r>
      <w:r w:rsidRPr="00741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случае, если по окончании срока </w:t>
      </w:r>
      <w:r w:rsidRPr="00741177">
        <w:rPr>
          <w:sz w:val="28"/>
          <w:szCs w:val="28"/>
        </w:rPr>
        <w:t xml:space="preserve">подана только одна заявка, комиссия </w:t>
      </w:r>
      <w:r>
        <w:rPr>
          <w:sz w:val="28"/>
          <w:szCs w:val="28"/>
        </w:rPr>
        <w:t>рассматривает одну</w:t>
      </w:r>
      <w:r w:rsidRPr="00741177">
        <w:rPr>
          <w:sz w:val="28"/>
          <w:szCs w:val="28"/>
        </w:rPr>
        <w:t xml:space="preserve"> заявку. </w:t>
      </w:r>
    </w:p>
    <w:p w:rsidR="002C16FE" w:rsidRPr="00741177" w:rsidRDefault="002C16FE" w:rsidP="00EA6A8B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Если заявка соответствует требованиям и условиям настоящего Порядка, дворовая территория включается в перечень дворовых территорий. </w:t>
      </w:r>
    </w:p>
    <w:p w:rsidR="002C16FE" w:rsidRPr="00741177" w:rsidRDefault="002C16FE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20</w:t>
      </w:r>
      <w:r w:rsidRPr="00741177">
        <w:rPr>
          <w:sz w:val="28"/>
          <w:szCs w:val="28"/>
        </w:rPr>
        <w:t xml:space="preserve">. В случае признания отбора несостоявшимся, либо в случае, если в результате отбора объем средств, предоставленных на проведение комплексного благоустройства дворовых территорий многоквартирных домов из бюджета поселения останется частично нераспределенным среди участников отбора, организатор отбора самостоятельно определяет (дополняет) перечень дворовых территорий </w:t>
      </w:r>
      <w:r>
        <w:rPr>
          <w:sz w:val="28"/>
          <w:szCs w:val="28"/>
        </w:rPr>
        <w:t xml:space="preserve">на основе балльной оценки </w:t>
      </w:r>
      <w:r w:rsidRPr="00741177">
        <w:rPr>
          <w:sz w:val="28"/>
          <w:szCs w:val="28"/>
        </w:rPr>
        <w:t xml:space="preserve">при наличии решения собственников помещений многоквартирного дома о проведении комплексного благоустройства дворовой территории. </w:t>
      </w:r>
    </w:p>
    <w:p w:rsidR="002C16FE" w:rsidRPr="00741177" w:rsidRDefault="002C16FE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</w:t>
      </w:r>
      <w:r w:rsidRPr="00741177">
        <w:rPr>
          <w:sz w:val="28"/>
          <w:szCs w:val="28"/>
        </w:rPr>
        <w:t xml:space="preserve">. По окончании выполнения работ по ремонту и благоустройству дворовой территории многоквартирных домов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</w:t>
      </w:r>
      <w:r>
        <w:rPr>
          <w:sz w:val="28"/>
          <w:szCs w:val="28"/>
        </w:rPr>
        <w:t>4</w:t>
      </w:r>
      <w:r w:rsidRPr="00741177">
        <w:rPr>
          <w:sz w:val="28"/>
          <w:szCs w:val="28"/>
        </w:rPr>
        <w:t xml:space="preserve"> к настоящему Порядку. </w:t>
      </w:r>
    </w:p>
    <w:p w:rsidR="002C16FE" w:rsidRDefault="002C16FE" w:rsidP="00525FCB">
      <w:pPr>
        <w:jc w:val="both"/>
        <w:rPr>
          <w:sz w:val="28"/>
          <w:szCs w:val="28"/>
        </w:rPr>
      </w:pPr>
    </w:p>
    <w:p w:rsidR="002C16FE" w:rsidRPr="00741177" w:rsidRDefault="002C16FE" w:rsidP="002B582C">
      <w:pPr>
        <w:spacing w:line="240" w:lineRule="exact"/>
        <w:jc w:val="both"/>
        <w:rPr>
          <w:sz w:val="28"/>
          <w:szCs w:val="28"/>
          <w:lang w:eastAsia="en-US"/>
        </w:rPr>
      </w:pPr>
    </w:p>
    <w:p w:rsidR="002C16FE" w:rsidRDefault="002C16FE" w:rsidP="00A001A8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2C16FE" w:rsidRPr="002A670F" w:rsidRDefault="002C16FE" w:rsidP="00A001A8">
      <w:pPr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p w:rsidR="002C16FE" w:rsidRPr="00741177" w:rsidRDefault="002C16FE" w:rsidP="00A001A8"/>
    <w:sectPr w:rsidR="002C16FE" w:rsidRPr="00741177" w:rsidSect="00A001A8">
      <w:headerReference w:type="default" r:id="rId7"/>
      <w:headerReference w:type="first" r:id="rId8"/>
      <w:pgSz w:w="11906" w:h="16838"/>
      <w:pgMar w:top="510" w:right="567" w:bottom="36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6FE" w:rsidRDefault="002C16FE" w:rsidP="00C62BF1">
      <w:r>
        <w:separator/>
      </w:r>
    </w:p>
  </w:endnote>
  <w:endnote w:type="continuationSeparator" w:id="0">
    <w:p w:rsidR="002C16FE" w:rsidRDefault="002C16FE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6FE" w:rsidRDefault="002C16FE" w:rsidP="00C62BF1">
      <w:r>
        <w:separator/>
      </w:r>
    </w:p>
  </w:footnote>
  <w:footnote w:type="continuationSeparator" w:id="0">
    <w:p w:rsidR="002C16FE" w:rsidRDefault="002C16FE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FE" w:rsidRDefault="002C16F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C16FE" w:rsidRPr="00342264" w:rsidRDefault="002C16FE" w:rsidP="00342264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FE" w:rsidRDefault="002C16FE">
    <w:pPr>
      <w:pStyle w:val="Header"/>
      <w:jc w:val="center"/>
    </w:pPr>
  </w:p>
  <w:p w:rsidR="002C16FE" w:rsidRDefault="002C16FE" w:rsidP="0034226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19B2645"/>
    <w:multiLevelType w:val="multilevel"/>
    <w:tmpl w:val="A99076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1C41BF"/>
    <w:multiLevelType w:val="multilevel"/>
    <w:tmpl w:val="D376F7E8"/>
    <w:lvl w:ilvl="0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2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1"/>
  </w:num>
  <w:num w:numId="4">
    <w:abstractNumId w:val="23"/>
  </w:num>
  <w:num w:numId="5">
    <w:abstractNumId w:val="10"/>
  </w:num>
  <w:num w:numId="6">
    <w:abstractNumId w:val="22"/>
  </w:num>
  <w:num w:numId="7">
    <w:abstractNumId w:val="20"/>
  </w:num>
  <w:num w:numId="8">
    <w:abstractNumId w:val="2"/>
  </w:num>
  <w:num w:numId="9">
    <w:abstractNumId w:val="16"/>
  </w:num>
  <w:num w:numId="10">
    <w:abstractNumId w:val="14"/>
  </w:num>
  <w:num w:numId="11">
    <w:abstractNumId w:val="12"/>
  </w:num>
  <w:num w:numId="12">
    <w:abstractNumId w:val="19"/>
  </w:num>
  <w:num w:numId="13">
    <w:abstractNumId w:val="7"/>
  </w:num>
  <w:num w:numId="14">
    <w:abstractNumId w:val="15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8"/>
  </w:num>
  <w:num w:numId="23">
    <w:abstractNumId w:val="4"/>
  </w:num>
  <w:num w:numId="24">
    <w:abstractNumId w:val="13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0CB1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1D93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0226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5AED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2844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0D46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061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1CBA"/>
    <w:rsid w:val="0025278D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A670F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16FE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1641"/>
    <w:rsid w:val="003022B3"/>
    <w:rsid w:val="003038F5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264"/>
    <w:rsid w:val="003426AF"/>
    <w:rsid w:val="00354F63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496"/>
    <w:rsid w:val="003A562D"/>
    <w:rsid w:val="003A7351"/>
    <w:rsid w:val="003B06E1"/>
    <w:rsid w:val="003B1696"/>
    <w:rsid w:val="003B2760"/>
    <w:rsid w:val="003B4DF3"/>
    <w:rsid w:val="003B5620"/>
    <w:rsid w:val="003B66FE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789"/>
    <w:rsid w:val="003D3ADE"/>
    <w:rsid w:val="003D3CBD"/>
    <w:rsid w:val="003D437F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16D3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1DA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2C28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430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0AEA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88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0A3E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99E"/>
    <w:rsid w:val="00860A30"/>
    <w:rsid w:val="00861DA0"/>
    <w:rsid w:val="00862117"/>
    <w:rsid w:val="00862929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2DDF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03D7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07E79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15F5"/>
    <w:rsid w:val="00953C8D"/>
    <w:rsid w:val="00955869"/>
    <w:rsid w:val="00962D01"/>
    <w:rsid w:val="00962F13"/>
    <w:rsid w:val="00966755"/>
    <w:rsid w:val="0096681C"/>
    <w:rsid w:val="00970EA2"/>
    <w:rsid w:val="00971165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236"/>
    <w:rsid w:val="00985EBF"/>
    <w:rsid w:val="009875DB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0F00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01A8"/>
    <w:rsid w:val="00A0107F"/>
    <w:rsid w:val="00A0359D"/>
    <w:rsid w:val="00A062CD"/>
    <w:rsid w:val="00A150A6"/>
    <w:rsid w:val="00A16D11"/>
    <w:rsid w:val="00A171B7"/>
    <w:rsid w:val="00A17DAE"/>
    <w:rsid w:val="00A20C7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4692F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078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3646"/>
    <w:rsid w:val="00A953F7"/>
    <w:rsid w:val="00A956DF"/>
    <w:rsid w:val="00A9758D"/>
    <w:rsid w:val="00AA15FB"/>
    <w:rsid w:val="00AA2681"/>
    <w:rsid w:val="00AA2867"/>
    <w:rsid w:val="00AA65FB"/>
    <w:rsid w:val="00AA7E97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3AA9"/>
    <w:rsid w:val="00AE6B5D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3D09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061"/>
    <w:rsid w:val="00B54D58"/>
    <w:rsid w:val="00B54F3F"/>
    <w:rsid w:val="00B56A3C"/>
    <w:rsid w:val="00B60C71"/>
    <w:rsid w:val="00B6164F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0035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0583C"/>
    <w:rsid w:val="00C11059"/>
    <w:rsid w:val="00C11F5E"/>
    <w:rsid w:val="00C135FF"/>
    <w:rsid w:val="00C16519"/>
    <w:rsid w:val="00C16612"/>
    <w:rsid w:val="00C16A88"/>
    <w:rsid w:val="00C16CB0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1EA3"/>
    <w:rsid w:val="00C52B71"/>
    <w:rsid w:val="00C53F28"/>
    <w:rsid w:val="00C54279"/>
    <w:rsid w:val="00C5454C"/>
    <w:rsid w:val="00C55D0D"/>
    <w:rsid w:val="00C55EED"/>
    <w:rsid w:val="00C57ECA"/>
    <w:rsid w:val="00C60E6F"/>
    <w:rsid w:val="00C62BF1"/>
    <w:rsid w:val="00C63F9C"/>
    <w:rsid w:val="00C65DE0"/>
    <w:rsid w:val="00C668FD"/>
    <w:rsid w:val="00C703EA"/>
    <w:rsid w:val="00C749E2"/>
    <w:rsid w:val="00C8048D"/>
    <w:rsid w:val="00C8117F"/>
    <w:rsid w:val="00C83428"/>
    <w:rsid w:val="00C844E1"/>
    <w:rsid w:val="00C848B4"/>
    <w:rsid w:val="00C87AE6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A5602"/>
    <w:rsid w:val="00CB0E27"/>
    <w:rsid w:val="00CB13E1"/>
    <w:rsid w:val="00CB142A"/>
    <w:rsid w:val="00CB1E6C"/>
    <w:rsid w:val="00CB2457"/>
    <w:rsid w:val="00CB3D61"/>
    <w:rsid w:val="00CB418C"/>
    <w:rsid w:val="00CB4513"/>
    <w:rsid w:val="00CC2F11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0B6E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0D5F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07346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3EDE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1B9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6DE2"/>
    <w:rsid w:val="00E87880"/>
    <w:rsid w:val="00E93F47"/>
    <w:rsid w:val="00E943BA"/>
    <w:rsid w:val="00E961D3"/>
    <w:rsid w:val="00E96F60"/>
    <w:rsid w:val="00E97CC3"/>
    <w:rsid w:val="00EA0C72"/>
    <w:rsid w:val="00EA655C"/>
    <w:rsid w:val="00EA6A8B"/>
    <w:rsid w:val="00EB1C2B"/>
    <w:rsid w:val="00EB1FD7"/>
    <w:rsid w:val="00EB259E"/>
    <w:rsid w:val="00EC5166"/>
    <w:rsid w:val="00EC51BB"/>
    <w:rsid w:val="00EC59B7"/>
    <w:rsid w:val="00EC6872"/>
    <w:rsid w:val="00EC6D8C"/>
    <w:rsid w:val="00EC7F88"/>
    <w:rsid w:val="00ED1641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17D6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40C2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74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0741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D0741"/>
    <w:pPr>
      <w:tabs>
        <w:tab w:val="left" w:pos="0"/>
      </w:tabs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D074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D0741"/>
    <w:pPr>
      <w:ind w:left="441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E0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BodyText3">
    <w:name w:val="Body Text 3"/>
    <w:basedOn w:val="Normal"/>
    <w:link w:val="BodyText3Char"/>
    <w:uiPriority w:val="99"/>
    <w:rsid w:val="009A46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table" w:styleId="TableGrid">
    <w:name w:val="Table Grid"/>
    <w:basedOn w:val="TableNormal"/>
    <w:uiPriority w:val="99"/>
    <w:rsid w:val="009A46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374265"/>
  </w:style>
  <w:style w:type="character" w:styleId="Hyperlink">
    <w:name w:val="Hyperlink"/>
    <w:basedOn w:val="DefaultParagraphFont"/>
    <w:uiPriority w:val="99"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2BF1"/>
  </w:style>
  <w:style w:type="paragraph" w:styleId="Footer">
    <w:name w:val="footer"/>
    <w:basedOn w:val="Normal"/>
    <w:link w:val="Foot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2BF1"/>
  </w:style>
  <w:style w:type="character" w:styleId="LineNumber">
    <w:name w:val="line number"/>
    <w:basedOn w:val="DefaultParagraphFont"/>
    <w:uiPriority w:val="99"/>
    <w:semiHidden/>
    <w:rsid w:val="00D01501"/>
  </w:style>
  <w:style w:type="paragraph" w:styleId="PlainText">
    <w:name w:val="Plain Text"/>
    <w:basedOn w:val="Normal"/>
    <w:link w:val="PlainTextChar"/>
    <w:uiPriority w:val="99"/>
    <w:rsid w:val="00C94D0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94D0C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C94D0C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917EF7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3A549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40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554</TotalTime>
  <Pages>5</Pages>
  <Words>1909</Words>
  <Characters>10883</Characters>
  <Application>Microsoft Office Outlook</Application>
  <DocSecurity>0</DocSecurity>
  <Lines>0</Lines>
  <Paragraphs>0</Paragraphs>
  <ScaleCrop>false</ScaleCrop>
  <Company>Администрация МО г.Михайловск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dc:description/>
  <cp:lastModifiedBy>User</cp:lastModifiedBy>
  <cp:revision>31</cp:revision>
  <cp:lastPrinted>2017-11-24T11:35:00Z</cp:lastPrinted>
  <dcterms:created xsi:type="dcterms:W3CDTF">2017-04-04T10:56:00Z</dcterms:created>
  <dcterms:modified xsi:type="dcterms:W3CDTF">2017-11-24T11:37:00Z</dcterms:modified>
</cp:coreProperties>
</file>